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B1E" w:rsidRPr="00A735BD" w:rsidRDefault="00A735BD">
      <w:pPr>
        <w:rPr>
          <w:rFonts w:ascii="Times New Roman" w:hAnsi="Times New Roman" w:cs="Times New Roman"/>
          <w:sz w:val="24"/>
          <w:szCs w:val="24"/>
        </w:rPr>
      </w:pPr>
      <w:bookmarkStart w:id="0" w:name="b26621c9b0f1cd537a42b1900fdf0709dbae6228"/>
      <w:bookmarkStart w:id="1" w:name="2"/>
      <w:bookmarkEnd w:id="0"/>
      <w:bookmarkEnd w:id="1"/>
    </w:p>
    <w:tbl>
      <w:tblPr>
        <w:tblpPr w:leftFromText="180" w:rightFromText="180" w:vertAnchor="text" w:horzAnchor="margin" w:tblpXSpec="center" w:tblpY="536"/>
        <w:tblW w:w="956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2"/>
        <w:gridCol w:w="1912"/>
        <w:gridCol w:w="1913"/>
        <w:gridCol w:w="1913"/>
        <w:gridCol w:w="1913"/>
      </w:tblGrid>
      <w:tr w:rsidR="00A735BD" w:rsidRPr="00A735BD" w:rsidTr="00717923">
        <w:trPr>
          <w:trHeight w:val="245"/>
        </w:trPr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1-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5-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9-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13-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17-</w:t>
            </w:r>
          </w:p>
        </w:tc>
      </w:tr>
      <w:tr w:rsidR="00A735BD" w:rsidRPr="00A735BD" w:rsidTr="00717923">
        <w:trPr>
          <w:trHeight w:val="234"/>
        </w:trPr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6-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18-</w:t>
            </w:r>
          </w:p>
        </w:tc>
      </w:tr>
      <w:tr w:rsidR="00A735BD" w:rsidRPr="00A735BD" w:rsidTr="00717923">
        <w:trPr>
          <w:trHeight w:val="245"/>
        </w:trPr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3-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7-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11-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15-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19-</w:t>
            </w:r>
          </w:p>
        </w:tc>
      </w:tr>
      <w:tr w:rsidR="00A735BD" w:rsidRPr="00A735BD" w:rsidTr="00717923">
        <w:trPr>
          <w:trHeight w:val="234"/>
        </w:trPr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12-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16-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20-</w:t>
            </w:r>
          </w:p>
        </w:tc>
      </w:tr>
    </w:tbl>
    <w:p w:rsidR="00A735BD" w:rsidRPr="00A735BD" w:rsidRDefault="00A735BD" w:rsidP="00A735BD">
      <w:pPr>
        <w:jc w:val="right"/>
        <w:rPr>
          <w:rFonts w:ascii="Times New Roman" w:hAnsi="Times New Roman" w:cs="Times New Roman"/>
          <w:sz w:val="24"/>
          <w:szCs w:val="24"/>
        </w:rPr>
      </w:pPr>
      <w:r w:rsidRPr="00A735BD">
        <w:rPr>
          <w:rFonts w:ascii="Times New Roman" w:hAnsi="Times New Roman" w:cs="Times New Roman"/>
          <w:sz w:val="24"/>
          <w:szCs w:val="24"/>
        </w:rPr>
        <w:br/>
        <w:t> ФИ, класс _____________________________________</w:t>
      </w:r>
    </w:p>
    <w:p w:rsidR="00A735BD" w:rsidRPr="00A735BD" w:rsidRDefault="00A735BD" w:rsidP="00A735B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536"/>
        <w:tblW w:w="956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2"/>
        <w:gridCol w:w="1912"/>
        <w:gridCol w:w="1913"/>
        <w:gridCol w:w="1913"/>
        <w:gridCol w:w="1913"/>
      </w:tblGrid>
      <w:tr w:rsidR="00A735BD" w:rsidRPr="00A735BD" w:rsidTr="00717923">
        <w:trPr>
          <w:trHeight w:val="245"/>
        </w:trPr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1-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5-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9-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13-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17-</w:t>
            </w:r>
          </w:p>
        </w:tc>
      </w:tr>
      <w:tr w:rsidR="00A735BD" w:rsidRPr="00A735BD" w:rsidTr="00717923">
        <w:trPr>
          <w:trHeight w:val="234"/>
        </w:trPr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6-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18-</w:t>
            </w:r>
          </w:p>
        </w:tc>
      </w:tr>
      <w:tr w:rsidR="00A735BD" w:rsidRPr="00A735BD" w:rsidTr="00717923">
        <w:trPr>
          <w:trHeight w:val="245"/>
        </w:trPr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3-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7-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11-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15-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19-</w:t>
            </w:r>
          </w:p>
        </w:tc>
      </w:tr>
      <w:tr w:rsidR="00A735BD" w:rsidRPr="00A735BD" w:rsidTr="00717923">
        <w:trPr>
          <w:trHeight w:val="234"/>
        </w:trPr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12-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16-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20-</w:t>
            </w:r>
          </w:p>
        </w:tc>
      </w:tr>
    </w:tbl>
    <w:p w:rsidR="00A735BD" w:rsidRPr="00A735BD" w:rsidRDefault="00A735BD" w:rsidP="00A735BD">
      <w:pPr>
        <w:jc w:val="right"/>
        <w:rPr>
          <w:rFonts w:ascii="Times New Roman" w:hAnsi="Times New Roman" w:cs="Times New Roman"/>
          <w:sz w:val="24"/>
          <w:szCs w:val="24"/>
        </w:rPr>
      </w:pPr>
      <w:r w:rsidRPr="00A735BD">
        <w:rPr>
          <w:rFonts w:ascii="Times New Roman" w:hAnsi="Times New Roman" w:cs="Times New Roman"/>
          <w:sz w:val="24"/>
          <w:szCs w:val="24"/>
        </w:rPr>
        <w:br/>
        <w:t> ФИ, класс _____________________________________</w:t>
      </w:r>
    </w:p>
    <w:p w:rsidR="00A735BD" w:rsidRPr="00A735BD" w:rsidRDefault="00A735BD" w:rsidP="00A735B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536"/>
        <w:tblW w:w="956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2"/>
        <w:gridCol w:w="1912"/>
        <w:gridCol w:w="1913"/>
        <w:gridCol w:w="1913"/>
        <w:gridCol w:w="1913"/>
      </w:tblGrid>
      <w:tr w:rsidR="00A735BD" w:rsidRPr="00A735BD" w:rsidTr="00717923">
        <w:trPr>
          <w:trHeight w:val="245"/>
        </w:trPr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1-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5-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9-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13-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17-</w:t>
            </w:r>
          </w:p>
        </w:tc>
      </w:tr>
      <w:tr w:rsidR="00A735BD" w:rsidRPr="00A735BD" w:rsidTr="00717923">
        <w:trPr>
          <w:trHeight w:val="234"/>
        </w:trPr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6-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18-</w:t>
            </w:r>
          </w:p>
        </w:tc>
      </w:tr>
      <w:tr w:rsidR="00A735BD" w:rsidRPr="00A735BD" w:rsidTr="00717923">
        <w:trPr>
          <w:trHeight w:val="245"/>
        </w:trPr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3-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7-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11-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15-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19-</w:t>
            </w:r>
          </w:p>
        </w:tc>
      </w:tr>
      <w:tr w:rsidR="00A735BD" w:rsidRPr="00A735BD" w:rsidTr="00717923">
        <w:trPr>
          <w:trHeight w:val="234"/>
        </w:trPr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12-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16-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20-</w:t>
            </w:r>
          </w:p>
        </w:tc>
      </w:tr>
    </w:tbl>
    <w:p w:rsidR="00A735BD" w:rsidRPr="00A735BD" w:rsidRDefault="00A735BD" w:rsidP="00A735BD">
      <w:pPr>
        <w:jc w:val="right"/>
        <w:rPr>
          <w:rFonts w:ascii="Times New Roman" w:hAnsi="Times New Roman" w:cs="Times New Roman"/>
          <w:sz w:val="24"/>
          <w:szCs w:val="24"/>
        </w:rPr>
      </w:pPr>
      <w:r w:rsidRPr="00A735BD">
        <w:rPr>
          <w:rFonts w:ascii="Times New Roman" w:hAnsi="Times New Roman" w:cs="Times New Roman"/>
          <w:sz w:val="24"/>
          <w:szCs w:val="24"/>
        </w:rPr>
        <w:br/>
        <w:t> ФИ, класс _____________________________________</w:t>
      </w:r>
    </w:p>
    <w:p w:rsidR="00A735BD" w:rsidRDefault="00A735BD"/>
    <w:p w:rsidR="00A735BD" w:rsidRPr="00A735BD" w:rsidRDefault="00A735BD" w:rsidP="00A735BD"/>
    <w:tbl>
      <w:tblPr>
        <w:tblpPr w:leftFromText="180" w:rightFromText="180" w:vertAnchor="text" w:horzAnchor="margin" w:tblpXSpec="center" w:tblpY="536"/>
        <w:tblW w:w="956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2"/>
        <w:gridCol w:w="1912"/>
        <w:gridCol w:w="1913"/>
        <w:gridCol w:w="1913"/>
        <w:gridCol w:w="1913"/>
      </w:tblGrid>
      <w:tr w:rsidR="00A735BD" w:rsidRPr="00A735BD" w:rsidTr="00717923">
        <w:trPr>
          <w:trHeight w:val="245"/>
        </w:trPr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1-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5-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9-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13-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17-</w:t>
            </w:r>
          </w:p>
        </w:tc>
      </w:tr>
      <w:tr w:rsidR="00A735BD" w:rsidRPr="00A735BD" w:rsidTr="00717923">
        <w:trPr>
          <w:trHeight w:val="234"/>
        </w:trPr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6-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14-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18-</w:t>
            </w:r>
          </w:p>
        </w:tc>
      </w:tr>
      <w:tr w:rsidR="00A735BD" w:rsidRPr="00A735BD" w:rsidTr="00717923">
        <w:trPr>
          <w:trHeight w:val="245"/>
        </w:trPr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3-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7-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11-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15-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bCs/>
                <w:sz w:val="24"/>
                <w:szCs w:val="24"/>
              </w:rPr>
              <w:t>19-</w:t>
            </w:r>
          </w:p>
        </w:tc>
      </w:tr>
      <w:tr w:rsidR="00A735BD" w:rsidRPr="00A735BD" w:rsidTr="00717923">
        <w:trPr>
          <w:trHeight w:val="234"/>
        </w:trPr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12-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16-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35BD" w:rsidRPr="00A735BD" w:rsidRDefault="00A735BD" w:rsidP="00A73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5BD">
              <w:rPr>
                <w:rFonts w:ascii="Times New Roman" w:hAnsi="Times New Roman" w:cs="Times New Roman"/>
                <w:sz w:val="24"/>
                <w:szCs w:val="24"/>
              </w:rPr>
              <w:t>20-</w:t>
            </w:r>
          </w:p>
        </w:tc>
      </w:tr>
    </w:tbl>
    <w:p w:rsidR="00A735BD" w:rsidRPr="00A735BD" w:rsidRDefault="00A735BD" w:rsidP="00A735BD">
      <w:pPr>
        <w:jc w:val="right"/>
        <w:rPr>
          <w:rFonts w:ascii="Times New Roman" w:hAnsi="Times New Roman" w:cs="Times New Roman"/>
          <w:sz w:val="24"/>
          <w:szCs w:val="24"/>
        </w:rPr>
      </w:pPr>
      <w:r w:rsidRPr="00A735BD">
        <w:rPr>
          <w:rFonts w:ascii="Times New Roman" w:hAnsi="Times New Roman" w:cs="Times New Roman"/>
          <w:sz w:val="24"/>
          <w:szCs w:val="24"/>
        </w:rPr>
        <w:br/>
        <w:t> ФИ, класс _____________________________________</w:t>
      </w:r>
    </w:p>
    <w:p w:rsidR="00A735BD" w:rsidRDefault="00A735BD">
      <w:bookmarkStart w:id="2" w:name="_GoBack"/>
      <w:bookmarkEnd w:id="2"/>
    </w:p>
    <w:sectPr w:rsidR="00A73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738"/>
    <w:rsid w:val="004862BA"/>
    <w:rsid w:val="00831738"/>
    <w:rsid w:val="00A735BD"/>
    <w:rsid w:val="00DE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026D"/>
  <w15:chartTrackingRefBased/>
  <w15:docId w15:val="{C65CF455-71DD-4A56-93CC-1A0B0A0E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2023-10-29T16:58:00Z</dcterms:created>
  <dcterms:modified xsi:type="dcterms:W3CDTF">2023-10-29T17:01:00Z</dcterms:modified>
</cp:coreProperties>
</file>